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34"/>
        <w:gridCol w:w="851"/>
        <w:gridCol w:w="2268"/>
        <w:gridCol w:w="708"/>
        <w:gridCol w:w="1277"/>
        <w:gridCol w:w="2268"/>
        <w:gridCol w:w="1418"/>
      </w:tblGrid>
      <w:tr w:rsidR="00E15CA7">
        <w:tblPrEx>
          <w:tblCellMar>
            <w:top w:w="0" w:type="dxa"/>
            <w:bottom w:w="0" w:type="dxa"/>
          </w:tblCellMar>
        </w:tblPrEx>
        <w:tc>
          <w:tcPr>
            <w:tcW w:w="1985" w:type="dxa"/>
            <w:gridSpan w:val="2"/>
          </w:tcPr>
          <w:p w:rsidR="00F6620D" w:rsidRDefault="00F6620D">
            <w:pPr>
              <w:spacing w:before="60" w:after="60"/>
              <w:jc w:val="center"/>
              <w:rPr>
                <w:noProof/>
                <w:sz w:val="12"/>
              </w:rPr>
            </w:pPr>
          </w:p>
          <w:p w:rsidR="00E15CA7" w:rsidRPr="00E15CA7" w:rsidRDefault="00E15CA7" w:rsidP="006C574C">
            <w:pPr>
              <w:spacing w:before="60" w:after="60"/>
              <w:jc w:val="center"/>
              <w:rPr>
                <w:lang w:val="en-GB"/>
              </w:rPr>
            </w:pPr>
            <w:r w:rsidRPr="00E15CA7">
              <w:rPr>
                <w:sz w:val="16"/>
                <w:lang w:val="en-GB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4253" w:type="dxa"/>
            <w:gridSpan w:val="3"/>
          </w:tcPr>
          <w:p w:rsidR="00E15CA7" w:rsidRDefault="00E15CA7">
            <w:pPr>
              <w:spacing w:before="300" w:after="60"/>
              <w:jc w:val="center"/>
              <w:rPr>
                <w:b/>
                <w:sz w:val="32"/>
              </w:rPr>
            </w:pPr>
            <w:r>
              <w:rPr>
                <w:b/>
                <w:sz w:val="36"/>
              </w:rPr>
              <w:t>Ausbildungsnachweis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  <w:right w:val="nil"/>
            </w:tcBorders>
          </w:tcPr>
          <w:p w:rsidR="00E15CA7" w:rsidRDefault="00E15CA7">
            <w:pPr>
              <w:spacing w:before="60" w:after="60"/>
              <w:jc w:val="right"/>
              <w:rPr>
                <w:b/>
              </w:rPr>
            </w:pPr>
            <w:r>
              <w:rPr>
                <w:b/>
              </w:rPr>
              <w:t>Nummer:</w:t>
            </w:r>
            <w:r>
              <w:rPr>
                <w:b/>
              </w:rPr>
              <w:br/>
              <w:t>Ausbildungsjahr:</w:t>
            </w:r>
            <w:r>
              <w:rPr>
                <w:b/>
              </w:rPr>
              <w:br/>
            </w:r>
            <w:r w:rsidR="00196A95">
              <w:rPr>
                <w:b/>
              </w:rPr>
              <w:t>KW</w:t>
            </w:r>
            <w:r>
              <w:rPr>
                <w:b/>
              </w:rPr>
              <w:t>:</w:t>
            </w:r>
          </w:p>
        </w:tc>
        <w:tc>
          <w:tcPr>
            <w:tcW w:w="1418" w:type="dxa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:rsidR="00196A95" w:rsidRDefault="00196A95">
            <w:pPr>
              <w:spacing w:before="60" w:after="60"/>
              <w:jc w:val="left"/>
            </w:pPr>
            <w:r>
              <w:t>_________</w:t>
            </w:r>
            <w:r w:rsidR="00E15CA7">
              <w:br/>
            </w:r>
            <w:r>
              <w:t>_________</w:t>
            </w:r>
            <w:r w:rsidR="00AD113E">
              <w:t>_________</w:t>
            </w:r>
          </w:p>
        </w:tc>
      </w:tr>
      <w:tr w:rsidR="00E15CA7">
        <w:tblPrEx>
          <w:tblCellMar>
            <w:top w:w="0" w:type="dxa"/>
            <w:bottom w:w="0" w:type="dxa"/>
          </w:tblCellMar>
        </w:tblPrEx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nil"/>
            </w:tcBorders>
          </w:tcPr>
          <w:p w:rsidR="00E15CA7" w:rsidRDefault="00E15CA7">
            <w:pPr>
              <w:spacing w:before="60" w:after="60"/>
              <w:jc w:val="right"/>
              <w:rPr>
                <w:b/>
              </w:rPr>
            </w:pPr>
            <w:r>
              <w:rPr>
                <w:b/>
              </w:rPr>
              <w:t>Name:</w:t>
            </w:r>
          </w:p>
        </w:tc>
        <w:tc>
          <w:tcPr>
            <w:tcW w:w="3827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:rsidR="00E15CA7" w:rsidRDefault="00E15CA7">
            <w:pPr>
              <w:spacing w:before="60" w:after="60"/>
              <w:jc w:val="left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2"/>
                  <w:enabled/>
                  <w:calcOnExit w:val="0"/>
                  <w:helpText w:type="text" w:val="Geben Sie Ihren Vor- und Zunamen ein."/>
                  <w:statusText w:type="text" w:val="Geben Sie Ihren Vor- und Zunamen ein."/>
                  <w:textInput/>
                </w:ffData>
              </w:fldChar>
            </w:r>
            <w:bookmarkStart w:id="1" w:name="Text2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5040CE">
              <w:rPr>
                <w:b/>
                <w:noProof/>
              </w:rPr>
              <w:t> </w:t>
            </w:r>
            <w:r w:rsidR="005040CE">
              <w:rPr>
                <w:b/>
                <w:noProof/>
              </w:rPr>
              <w:t> </w:t>
            </w:r>
            <w:r w:rsidR="005040CE">
              <w:rPr>
                <w:b/>
                <w:noProof/>
              </w:rPr>
              <w:t> </w:t>
            </w:r>
            <w:r w:rsidR="005040CE">
              <w:rPr>
                <w:b/>
                <w:noProof/>
              </w:rPr>
              <w:t> </w:t>
            </w:r>
            <w:r w:rsidR="005040CE"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1"/>
          </w:p>
        </w:tc>
        <w:tc>
          <w:tcPr>
            <w:tcW w:w="4961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:rsidR="00E15CA7" w:rsidRDefault="00196A95">
            <w:pPr>
              <w:spacing w:before="60" w:after="60"/>
              <w:jc w:val="left"/>
              <w:rPr>
                <w:b/>
              </w:rPr>
            </w:pPr>
            <w:r>
              <w:rPr>
                <w:b/>
              </w:rPr>
              <w:t xml:space="preserve">Abteilung:       </w:t>
            </w:r>
            <w:r w:rsidR="00E15CA7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helpText w:type="text" w:val="Geben Sie das Datum vom Freitag der Woche ein, für die Sie den Bericht erstellen."/>
                  <w:statusText w:type="text" w:val="Geben Sie das Datum vom Freitag der Woche ein, für die Sie den Bericht erstellen."/>
                  <w:textInput>
                    <w:type w:val="date"/>
                    <w:format w:val="dd.MM.yyyy"/>
                  </w:textInput>
                </w:ffData>
              </w:fldChar>
            </w:r>
            <w:r w:rsidR="00E15CA7">
              <w:rPr>
                <w:b/>
              </w:rPr>
              <w:instrText xml:space="preserve"> FORMTEXT </w:instrText>
            </w:r>
            <w:r w:rsidR="00E15CA7">
              <w:rPr>
                <w:b/>
              </w:rPr>
            </w:r>
            <w:r w:rsidR="00E15CA7">
              <w:rPr>
                <w:b/>
              </w:rPr>
              <w:fldChar w:fldCharType="separate"/>
            </w:r>
            <w:r w:rsidR="005040CE">
              <w:rPr>
                <w:b/>
                <w:noProof/>
              </w:rPr>
              <w:t> </w:t>
            </w:r>
            <w:r w:rsidR="005040CE">
              <w:rPr>
                <w:b/>
                <w:noProof/>
              </w:rPr>
              <w:t> </w:t>
            </w:r>
            <w:r w:rsidR="005040CE">
              <w:rPr>
                <w:b/>
                <w:noProof/>
              </w:rPr>
              <w:t> </w:t>
            </w:r>
            <w:r w:rsidR="005040CE">
              <w:rPr>
                <w:b/>
                <w:noProof/>
              </w:rPr>
              <w:t> </w:t>
            </w:r>
            <w:r w:rsidR="005040CE">
              <w:rPr>
                <w:b/>
                <w:noProof/>
              </w:rPr>
              <w:t> </w:t>
            </w:r>
            <w:r w:rsidR="00E15CA7">
              <w:rPr>
                <w:b/>
              </w:rPr>
              <w:fldChar w:fldCharType="end"/>
            </w:r>
          </w:p>
        </w:tc>
      </w:tr>
      <w:tr w:rsidR="00E15CA7">
        <w:tblPrEx>
          <w:tblBorders>
            <w:insideV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8505" w:type="dxa"/>
            <w:gridSpan w:val="6"/>
            <w:tcBorders>
              <w:top w:val="single" w:sz="12" w:space="0" w:color="auto"/>
              <w:bottom w:val="single" w:sz="12" w:space="0" w:color="auto"/>
            </w:tcBorders>
            <w:shd w:val="pct10" w:color="auto" w:fill="auto"/>
          </w:tcPr>
          <w:p w:rsidR="00E15CA7" w:rsidRDefault="00E15CA7">
            <w:pPr>
              <w:spacing w:before="40" w:after="40"/>
              <w:jc w:val="center"/>
              <w:rPr>
                <w:b/>
              </w:rPr>
            </w:pPr>
            <w:r>
              <w:rPr>
                <w:b/>
              </w:rPr>
              <w:t>Ausbildungsinhalte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shd w:val="pct10" w:color="auto" w:fill="auto"/>
          </w:tcPr>
          <w:p w:rsidR="00E15CA7" w:rsidRDefault="00E15CA7">
            <w:pPr>
              <w:spacing w:before="40" w:after="40"/>
              <w:jc w:val="center"/>
              <w:rPr>
                <w:b/>
              </w:rPr>
            </w:pPr>
            <w:r>
              <w:rPr>
                <w:b/>
              </w:rPr>
              <w:t>Stunden</w:t>
            </w:r>
          </w:p>
        </w:tc>
      </w:tr>
      <w:tr w:rsidR="00E15CA7">
        <w:tblPrEx>
          <w:tblBorders>
            <w:insideV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8505" w:type="dxa"/>
            <w:gridSpan w:val="6"/>
            <w:tcBorders>
              <w:top w:val="nil"/>
            </w:tcBorders>
          </w:tcPr>
          <w:p w:rsidR="00E15CA7" w:rsidRDefault="00E15CA7">
            <w:pPr>
              <w:spacing w:before="40" w:after="40"/>
              <w:jc w:val="left"/>
              <w:rPr>
                <w:sz w:val="20"/>
              </w:rPr>
            </w:pPr>
            <w:r>
              <w:rPr>
                <w:b/>
                <w:sz w:val="20"/>
              </w:rPr>
              <w:t>Montag</w:t>
            </w:r>
            <w:r w:rsidR="00196A95">
              <w:rPr>
                <w:b/>
                <w:sz w:val="20"/>
              </w:rPr>
              <w:t>:</w:t>
            </w:r>
          </w:p>
        </w:tc>
        <w:tc>
          <w:tcPr>
            <w:tcW w:w="1418" w:type="dxa"/>
            <w:tcBorders>
              <w:top w:val="nil"/>
            </w:tcBorders>
          </w:tcPr>
          <w:p w:rsidR="00E15CA7" w:rsidRDefault="00E15CA7">
            <w:pPr>
              <w:spacing w:before="40" w:after="40"/>
              <w:jc w:val="center"/>
              <w:rPr>
                <w:sz w:val="20"/>
              </w:rPr>
            </w:pPr>
          </w:p>
        </w:tc>
      </w:tr>
      <w:tr w:rsidR="00E15CA7">
        <w:tblPrEx>
          <w:tblBorders>
            <w:insideV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8505" w:type="dxa"/>
            <w:gridSpan w:val="6"/>
          </w:tcPr>
          <w:p w:rsidR="00E15CA7" w:rsidRDefault="00E15CA7">
            <w:pPr>
              <w:spacing w:before="40" w:after="40"/>
              <w:jc w:val="left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7"/>
                  <w:enabled/>
                  <w:calcOnExit w:val="0"/>
                  <w:helpText w:type="text" w:val="Geben Sie die Beschreibung des Ausbildungsinhaltes, d.h. der Tätigkeit ein."/>
                  <w:statusText w:type="text" w:val="Geben Sie die Beschreibung des Ausbildungsinhaltes, d.h. der Tätigkeit ein."/>
                  <w:textInput/>
                </w:ffData>
              </w:fldChar>
            </w:r>
            <w:bookmarkStart w:id="2" w:name="Text7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2"/>
          </w:p>
        </w:tc>
        <w:tc>
          <w:tcPr>
            <w:tcW w:w="1418" w:type="dxa"/>
          </w:tcPr>
          <w:p w:rsidR="00E15CA7" w:rsidRDefault="00E15CA7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5"/>
                  <w:enabled/>
                  <w:calcOnExit w:val="0"/>
                  <w:helpText w:type="text" w:val="Geben Sie den Zeitbedarf für den Eintrag ein."/>
                  <w:statusText w:type="text" w:val="Geben Sie den Zeitbedarf für den Eintrag ein."/>
                  <w:textInput>
                    <w:type w:val="number"/>
                    <w:format w:val="0,00"/>
                  </w:textInput>
                </w:ffData>
              </w:fldChar>
            </w:r>
            <w:bookmarkStart w:id="3" w:name="Text5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3"/>
          </w:p>
        </w:tc>
      </w:tr>
      <w:tr w:rsidR="00E15CA7">
        <w:tblPrEx>
          <w:tblBorders>
            <w:insideV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8505" w:type="dxa"/>
            <w:gridSpan w:val="6"/>
          </w:tcPr>
          <w:p w:rsidR="00E15CA7" w:rsidRDefault="00E15CA7">
            <w:pPr>
              <w:spacing w:before="40" w:after="40"/>
              <w:jc w:val="left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7"/>
                  <w:enabled/>
                  <w:calcOnExit w:val="0"/>
                  <w:helpText w:type="text" w:val="Geben Sie die Beschreibung des Ausbildungsinhaltes, d.h. der Tätigkeit ein."/>
                  <w:statusText w:type="text" w:val="Geben Sie die Beschreibung des Ausbildungsinhaltes, d.h. der Tätigkeit ein.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  <w:tc>
          <w:tcPr>
            <w:tcW w:w="1418" w:type="dxa"/>
          </w:tcPr>
          <w:p w:rsidR="00E15CA7" w:rsidRDefault="00E15CA7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5"/>
                  <w:enabled/>
                  <w:calcOnExit w:val="0"/>
                  <w:helpText w:type="text" w:val="Geben Sie den Zeitbedarf für den Eintrag ein."/>
                  <w:statusText w:type="text" w:val="Geben Sie den Zeitbedarf für den Eintrag ein."/>
                  <w:textInput>
                    <w:type w:val="number"/>
                    <w:format w:val="0,00"/>
                  </w:textInput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</w:tr>
      <w:tr w:rsidR="00E15CA7">
        <w:tblPrEx>
          <w:tblBorders>
            <w:insideV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8505" w:type="dxa"/>
            <w:gridSpan w:val="6"/>
          </w:tcPr>
          <w:p w:rsidR="00E15CA7" w:rsidRDefault="00E15CA7">
            <w:pPr>
              <w:spacing w:before="40" w:after="40"/>
              <w:jc w:val="left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7"/>
                  <w:enabled/>
                  <w:calcOnExit w:val="0"/>
                  <w:helpText w:type="text" w:val="Geben Sie die Beschreibung des Ausbildungsinhaltes, d.h. der Tätigkeit ein."/>
                  <w:statusText w:type="text" w:val="Geben Sie die Beschreibung des Ausbildungsinhaltes, d.h. der Tätigkeit ein.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  <w:tc>
          <w:tcPr>
            <w:tcW w:w="1418" w:type="dxa"/>
          </w:tcPr>
          <w:p w:rsidR="00E15CA7" w:rsidRDefault="00E15CA7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5"/>
                  <w:enabled/>
                  <w:calcOnExit w:val="0"/>
                  <w:helpText w:type="text" w:val="Geben Sie den Zeitbedarf für den Eintrag ein."/>
                  <w:statusText w:type="text" w:val="Geben Sie den Zeitbedarf für den Eintrag ein."/>
                  <w:textInput>
                    <w:type w:val="number"/>
                    <w:format w:val="0,00"/>
                  </w:textInput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</w:tr>
      <w:tr w:rsidR="00E15CA7">
        <w:tblPrEx>
          <w:tblBorders>
            <w:insideV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8505" w:type="dxa"/>
            <w:gridSpan w:val="6"/>
          </w:tcPr>
          <w:p w:rsidR="00E15CA7" w:rsidRDefault="00E15CA7">
            <w:pPr>
              <w:spacing w:before="40" w:after="40"/>
              <w:jc w:val="left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7"/>
                  <w:enabled/>
                  <w:calcOnExit w:val="0"/>
                  <w:helpText w:type="text" w:val="Geben Sie die Beschreibung des Ausbildungsinhaltes, d.h. der Tätigkeit ein."/>
                  <w:statusText w:type="text" w:val="Geben Sie die Beschreibung des Ausbildungsinhaltes, d.h. der Tätigkeit ein.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  <w:tc>
          <w:tcPr>
            <w:tcW w:w="1418" w:type="dxa"/>
          </w:tcPr>
          <w:p w:rsidR="00E15CA7" w:rsidRDefault="00E15CA7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5"/>
                  <w:enabled/>
                  <w:calcOnExit w:val="0"/>
                  <w:helpText w:type="text" w:val="Geben Sie den Zeitbedarf für den Eintrag ein."/>
                  <w:statusText w:type="text" w:val="Geben Sie den Zeitbedarf für den Eintrag ein."/>
                  <w:textInput>
                    <w:type w:val="number"/>
                    <w:format w:val="0,00"/>
                  </w:textInput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</w:tr>
      <w:tr w:rsidR="00E15CA7">
        <w:tblPrEx>
          <w:tblBorders>
            <w:insideV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8505" w:type="dxa"/>
            <w:gridSpan w:val="6"/>
          </w:tcPr>
          <w:p w:rsidR="00E15CA7" w:rsidRDefault="00E15CA7">
            <w:pPr>
              <w:spacing w:before="40" w:after="40"/>
              <w:jc w:val="left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7"/>
                  <w:enabled/>
                  <w:calcOnExit w:val="0"/>
                  <w:helpText w:type="text" w:val="Geben Sie die Beschreibung des Ausbildungsinhaltes, d.h. der Tätigkeit ein."/>
                  <w:statusText w:type="text" w:val="Geben Sie die Beschreibung des Ausbildungsinhaltes, d.h. der Tätigkeit ein.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  <w:tc>
          <w:tcPr>
            <w:tcW w:w="1418" w:type="dxa"/>
          </w:tcPr>
          <w:p w:rsidR="00E15CA7" w:rsidRDefault="00E15CA7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5"/>
                  <w:enabled/>
                  <w:calcOnExit w:val="0"/>
                  <w:helpText w:type="text" w:val="Geben Sie den Zeitbedarf für den Eintrag ein."/>
                  <w:statusText w:type="text" w:val="Geben Sie den Zeitbedarf für den Eintrag ein."/>
                  <w:textInput>
                    <w:type w:val="number"/>
                    <w:format w:val="0,00"/>
                  </w:textInput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</w:tr>
      <w:tr w:rsidR="00E15CA7">
        <w:tblPrEx>
          <w:tblBorders>
            <w:insideV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8505" w:type="dxa"/>
            <w:gridSpan w:val="6"/>
          </w:tcPr>
          <w:p w:rsidR="00E15CA7" w:rsidRDefault="00E15CA7">
            <w:pPr>
              <w:spacing w:before="40" w:after="40"/>
              <w:jc w:val="left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7"/>
                  <w:enabled/>
                  <w:calcOnExit w:val="0"/>
                  <w:helpText w:type="text" w:val="Geben Sie die Beschreibung des Ausbildungsinhaltes, d.h. der Tätigkeit ein."/>
                  <w:statusText w:type="text" w:val="Geben Sie die Beschreibung des Ausbildungsinhaltes, d.h. der Tätigkeit ein.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  <w:tc>
          <w:tcPr>
            <w:tcW w:w="1418" w:type="dxa"/>
          </w:tcPr>
          <w:p w:rsidR="00E15CA7" w:rsidRDefault="00E15CA7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5"/>
                  <w:enabled/>
                  <w:calcOnExit w:val="0"/>
                  <w:helpText w:type="text" w:val="Geben Sie den Zeitbedarf für den Eintrag ein."/>
                  <w:statusText w:type="text" w:val="Geben Sie den Zeitbedarf für den Eintrag ein."/>
                  <w:textInput>
                    <w:type w:val="number"/>
                    <w:format w:val="0,00"/>
                  </w:textInput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</w:tr>
      <w:tr w:rsidR="00E15CA7">
        <w:tblPrEx>
          <w:tblBorders>
            <w:insideV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8505" w:type="dxa"/>
            <w:gridSpan w:val="6"/>
            <w:tcBorders>
              <w:bottom w:val="nil"/>
            </w:tcBorders>
          </w:tcPr>
          <w:p w:rsidR="00E15CA7" w:rsidRDefault="00E15CA7">
            <w:pPr>
              <w:spacing w:before="40" w:after="40"/>
              <w:jc w:val="left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7"/>
                  <w:enabled/>
                  <w:calcOnExit w:val="0"/>
                  <w:helpText w:type="text" w:val="Geben Sie die Beschreibung des Ausbildungsinhaltes, d.h. der Tätigkeit ein."/>
                  <w:statusText w:type="text" w:val="Geben Sie die Beschreibung des Ausbildungsinhaltes, d.h. der Tätigkeit ein.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  <w:tc>
          <w:tcPr>
            <w:tcW w:w="1418" w:type="dxa"/>
            <w:tcBorders>
              <w:bottom w:val="nil"/>
            </w:tcBorders>
          </w:tcPr>
          <w:p w:rsidR="00E15CA7" w:rsidRDefault="00E15CA7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5"/>
                  <w:enabled/>
                  <w:calcOnExit w:val="0"/>
                  <w:helpText w:type="text" w:val="Geben Sie den Zeitbedarf für den Eintrag ein."/>
                  <w:statusText w:type="text" w:val="Geben Sie den Zeitbedarf für den Eintrag ein."/>
                  <w:textInput>
                    <w:type w:val="number"/>
                    <w:format w:val="0,00"/>
                  </w:textInput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</w:tr>
      <w:tr w:rsidR="00E15CA7">
        <w:tblPrEx>
          <w:tblBorders>
            <w:insideV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8505" w:type="dxa"/>
            <w:gridSpan w:val="6"/>
            <w:tcBorders>
              <w:top w:val="single" w:sz="12" w:space="0" w:color="auto"/>
              <w:bottom w:val="single" w:sz="6" w:space="0" w:color="auto"/>
            </w:tcBorders>
          </w:tcPr>
          <w:p w:rsidR="00E15CA7" w:rsidRDefault="00E15CA7">
            <w:pPr>
              <w:spacing w:before="40" w:after="40"/>
              <w:jc w:val="left"/>
              <w:rPr>
                <w:sz w:val="20"/>
              </w:rPr>
            </w:pPr>
            <w:r>
              <w:rPr>
                <w:b/>
                <w:sz w:val="20"/>
              </w:rPr>
              <w:t>Dienstag</w:t>
            </w:r>
            <w:r w:rsidR="00196A95">
              <w:rPr>
                <w:b/>
                <w:sz w:val="20"/>
              </w:rPr>
              <w:t>: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6" w:space="0" w:color="auto"/>
            </w:tcBorders>
          </w:tcPr>
          <w:p w:rsidR="00E15CA7" w:rsidRDefault="00E15CA7">
            <w:pPr>
              <w:spacing w:before="40" w:after="40"/>
              <w:jc w:val="center"/>
              <w:rPr>
                <w:sz w:val="20"/>
              </w:rPr>
            </w:pPr>
          </w:p>
        </w:tc>
      </w:tr>
      <w:tr w:rsidR="00E15CA7">
        <w:tblPrEx>
          <w:tblBorders>
            <w:insideV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8505" w:type="dxa"/>
            <w:gridSpan w:val="6"/>
            <w:tcBorders>
              <w:top w:val="nil"/>
            </w:tcBorders>
          </w:tcPr>
          <w:p w:rsidR="00E15CA7" w:rsidRDefault="00E15CA7">
            <w:pPr>
              <w:spacing w:before="40" w:after="40"/>
              <w:jc w:val="left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7"/>
                  <w:enabled/>
                  <w:calcOnExit w:val="0"/>
                  <w:helpText w:type="text" w:val="Geben Sie die Beschreibung des Ausbildungsinhaltes, d.h. der Tätigkeit ein."/>
                  <w:statusText w:type="text" w:val="Geben Sie die Beschreibung des Ausbildungsinhaltes, d.h. der Tätigkeit ein.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  <w:tc>
          <w:tcPr>
            <w:tcW w:w="1418" w:type="dxa"/>
            <w:tcBorders>
              <w:top w:val="nil"/>
            </w:tcBorders>
          </w:tcPr>
          <w:p w:rsidR="00E15CA7" w:rsidRDefault="00E15CA7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5"/>
                  <w:enabled/>
                  <w:calcOnExit w:val="0"/>
                  <w:helpText w:type="text" w:val="Geben Sie den Zeitbedarf für den Eintrag ein."/>
                  <w:statusText w:type="text" w:val="Geben Sie den Zeitbedarf für den Eintrag ein."/>
                  <w:textInput>
                    <w:type w:val="number"/>
                    <w:format w:val="0,00"/>
                  </w:textInput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</w:tr>
      <w:tr w:rsidR="00E15CA7">
        <w:tblPrEx>
          <w:tblBorders>
            <w:insideV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8505" w:type="dxa"/>
            <w:gridSpan w:val="6"/>
          </w:tcPr>
          <w:p w:rsidR="00E15CA7" w:rsidRDefault="00E15CA7">
            <w:pPr>
              <w:spacing w:before="40" w:after="40"/>
              <w:jc w:val="left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7"/>
                  <w:enabled/>
                  <w:calcOnExit w:val="0"/>
                  <w:helpText w:type="text" w:val="Geben Sie die Beschreibung des Ausbildungsinhaltes, d.h. der Tätigkeit ein."/>
                  <w:statusText w:type="text" w:val="Geben Sie die Beschreibung des Ausbildungsinhaltes, d.h. der Tätigkeit ein.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  <w:tc>
          <w:tcPr>
            <w:tcW w:w="1418" w:type="dxa"/>
          </w:tcPr>
          <w:p w:rsidR="00E15CA7" w:rsidRDefault="00E15CA7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5"/>
                  <w:enabled/>
                  <w:calcOnExit w:val="0"/>
                  <w:helpText w:type="text" w:val="Geben Sie den Zeitbedarf für den Eintrag ein."/>
                  <w:statusText w:type="text" w:val="Geben Sie den Zeitbedarf für den Eintrag ein."/>
                  <w:textInput>
                    <w:type w:val="number"/>
                    <w:format w:val="0,00"/>
                  </w:textInput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</w:tr>
      <w:tr w:rsidR="00E15CA7">
        <w:tblPrEx>
          <w:tblBorders>
            <w:insideV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8505" w:type="dxa"/>
            <w:gridSpan w:val="6"/>
          </w:tcPr>
          <w:p w:rsidR="00E15CA7" w:rsidRDefault="00E15CA7">
            <w:pPr>
              <w:spacing w:before="40" w:after="40"/>
              <w:jc w:val="left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7"/>
                  <w:enabled/>
                  <w:calcOnExit w:val="0"/>
                  <w:helpText w:type="text" w:val="Geben Sie die Beschreibung des Ausbildungsinhaltes, d.h. der Tätigkeit ein."/>
                  <w:statusText w:type="text" w:val="Geben Sie die Beschreibung des Ausbildungsinhaltes, d.h. der Tätigkeit ein.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  <w:tc>
          <w:tcPr>
            <w:tcW w:w="1418" w:type="dxa"/>
          </w:tcPr>
          <w:p w:rsidR="00E15CA7" w:rsidRDefault="00E15CA7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5"/>
                  <w:enabled/>
                  <w:calcOnExit w:val="0"/>
                  <w:helpText w:type="text" w:val="Geben Sie den Zeitbedarf für den Eintrag ein."/>
                  <w:statusText w:type="text" w:val="Geben Sie den Zeitbedarf für den Eintrag ein."/>
                  <w:textInput>
                    <w:type w:val="number"/>
                    <w:format w:val="0,00"/>
                  </w:textInput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</w:tr>
      <w:tr w:rsidR="00E15CA7">
        <w:tblPrEx>
          <w:tblBorders>
            <w:insideV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8505" w:type="dxa"/>
            <w:gridSpan w:val="6"/>
          </w:tcPr>
          <w:p w:rsidR="00E15CA7" w:rsidRDefault="00E15CA7">
            <w:pPr>
              <w:spacing w:before="40" w:after="40"/>
              <w:jc w:val="left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7"/>
                  <w:enabled/>
                  <w:calcOnExit w:val="0"/>
                  <w:helpText w:type="text" w:val="Geben Sie die Beschreibung des Ausbildungsinhaltes, d.h. der Tätigkeit ein."/>
                  <w:statusText w:type="text" w:val="Geben Sie die Beschreibung des Ausbildungsinhaltes, d.h. der Tätigkeit ein.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  <w:tc>
          <w:tcPr>
            <w:tcW w:w="1418" w:type="dxa"/>
          </w:tcPr>
          <w:p w:rsidR="00E15CA7" w:rsidRDefault="00E15CA7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5"/>
                  <w:enabled/>
                  <w:calcOnExit w:val="0"/>
                  <w:helpText w:type="text" w:val="Geben Sie den Zeitbedarf für den Eintrag ein."/>
                  <w:statusText w:type="text" w:val="Geben Sie den Zeitbedarf für den Eintrag ein."/>
                  <w:textInput>
                    <w:type w:val="number"/>
                    <w:format w:val="0,00"/>
                  </w:textInput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</w:tr>
      <w:tr w:rsidR="00E15CA7">
        <w:tblPrEx>
          <w:tblBorders>
            <w:insideV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8505" w:type="dxa"/>
            <w:gridSpan w:val="6"/>
          </w:tcPr>
          <w:p w:rsidR="00E15CA7" w:rsidRDefault="00E15CA7">
            <w:pPr>
              <w:spacing w:before="40" w:after="40"/>
              <w:jc w:val="left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7"/>
                  <w:enabled/>
                  <w:calcOnExit w:val="0"/>
                  <w:helpText w:type="text" w:val="Geben Sie die Beschreibung des Ausbildungsinhaltes, d.h. der Tätigkeit ein."/>
                  <w:statusText w:type="text" w:val="Geben Sie die Beschreibung des Ausbildungsinhaltes, d.h. der Tätigkeit ein.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  <w:tc>
          <w:tcPr>
            <w:tcW w:w="1418" w:type="dxa"/>
          </w:tcPr>
          <w:p w:rsidR="00E15CA7" w:rsidRDefault="00E15CA7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5"/>
                  <w:enabled/>
                  <w:calcOnExit w:val="0"/>
                  <w:helpText w:type="text" w:val="Geben Sie den Zeitbedarf für den Eintrag ein."/>
                  <w:statusText w:type="text" w:val="Geben Sie den Zeitbedarf für den Eintrag ein."/>
                  <w:textInput>
                    <w:type w:val="number"/>
                    <w:format w:val="0,00"/>
                  </w:textInput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</w:tr>
      <w:tr w:rsidR="00E15CA7">
        <w:tblPrEx>
          <w:tblBorders>
            <w:insideV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8505" w:type="dxa"/>
            <w:gridSpan w:val="6"/>
          </w:tcPr>
          <w:p w:rsidR="00E15CA7" w:rsidRDefault="00E15CA7">
            <w:pPr>
              <w:spacing w:before="40" w:after="40"/>
              <w:jc w:val="left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7"/>
                  <w:enabled/>
                  <w:calcOnExit w:val="0"/>
                  <w:helpText w:type="text" w:val="Geben Sie die Beschreibung des Ausbildungsinhaltes, d.h. der Tätigkeit ein."/>
                  <w:statusText w:type="text" w:val="Geben Sie die Beschreibung des Ausbildungsinhaltes, d.h. der Tätigkeit ein.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  <w:tc>
          <w:tcPr>
            <w:tcW w:w="1418" w:type="dxa"/>
          </w:tcPr>
          <w:p w:rsidR="00E15CA7" w:rsidRDefault="00E15CA7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5"/>
                  <w:enabled/>
                  <w:calcOnExit w:val="0"/>
                  <w:helpText w:type="text" w:val="Geben Sie den Zeitbedarf für den Eintrag ein."/>
                  <w:statusText w:type="text" w:val="Geben Sie den Zeitbedarf für den Eintrag ein."/>
                  <w:textInput>
                    <w:type w:val="number"/>
                    <w:format w:val="0,00"/>
                  </w:textInput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</w:tr>
      <w:tr w:rsidR="00E15CA7">
        <w:tblPrEx>
          <w:tblBorders>
            <w:insideV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8505" w:type="dxa"/>
            <w:gridSpan w:val="6"/>
            <w:tcBorders>
              <w:bottom w:val="nil"/>
            </w:tcBorders>
          </w:tcPr>
          <w:p w:rsidR="00E15CA7" w:rsidRDefault="00E15CA7">
            <w:pPr>
              <w:spacing w:before="40" w:after="40"/>
              <w:jc w:val="left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7"/>
                  <w:enabled/>
                  <w:calcOnExit w:val="0"/>
                  <w:helpText w:type="text" w:val="Geben Sie die Beschreibung des Ausbildungsinhaltes, d.h. der Tätigkeit ein."/>
                  <w:statusText w:type="text" w:val="Geben Sie die Beschreibung des Ausbildungsinhaltes, d.h. der Tätigkeit ein.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  <w:tc>
          <w:tcPr>
            <w:tcW w:w="1418" w:type="dxa"/>
            <w:tcBorders>
              <w:bottom w:val="nil"/>
            </w:tcBorders>
          </w:tcPr>
          <w:p w:rsidR="00E15CA7" w:rsidRDefault="00E15CA7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5"/>
                  <w:enabled/>
                  <w:calcOnExit w:val="0"/>
                  <w:helpText w:type="text" w:val="Geben Sie den Zeitbedarf für den Eintrag ein."/>
                  <w:statusText w:type="text" w:val="Geben Sie den Zeitbedarf für den Eintrag ein."/>
                  <w:textInput>
                    <w:type w:val="number"/>
                    <w:format w:val="0,00"/>
                  </w:textInput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</w:tr>
      <w:tr w:rsidR="00E15CA7">
        <w:tblPrEx>
          <w:tblBorders>
            <w:insideV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8505" w:type="dxa"/>
            <w:gridSpan w:val="6"/>
            <w:tcBorders>
              <w:top w:val="single" w:sz="12" w:space="0" w:color="auto"/>
              <w:bottom w:val="single" w:sz="6" w:space="0" w:color="auto"/>
            </w:tcBorders>
          </w:tcPr>
          <w:p w:rsidR="00E15CA7" w:rsidRDefault="00E15CA7">
            <w:pPr>
              <w:spacing w:before="40" w:after="40"/>
              <w:jc w:val="left"/>
              <w:rPr>
                <w:sz w:val="20"/>
              </w:rPr>
            </w:pPr>
            <w:r>
              <w:rPr>
                <w:b/>
                <w:sz w:val="20"/>
              </w:rPr>
              <w:t>Mittwoch</w:t>
            </w:r>
            <w:r w:rsidR="00196A95">
              <w:rPr>
                <w:b/>
                <w:sz w:val="20"/>
              </w:rPr>
              <w:t>: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6" w:space="0" w:color="auto"/>
            </w:tcBorders>
          </w:tcPr>
          <w:p w:rsidR="00E15CA7" w:rsidRDefault="00E15CA7">
            <w:pPr>
              <w:spacing w:before="40" w:after="40"/>
              <w:jc w:val="center"/>
              <w:rPr>
                <w:sz w:val="20"/>
              </w:rPr>
            </w:pPr>
          </w:p>
        </w:tc>
      </w:tr>
      <w:tr w:rsidR="00E15CA7">
        <w:tblPrEx>
          <w:tblBorders>
            <w:insideV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8505" w:type="dxa"/>
            <w:gridSpan w:val="6"/>
            <w:tcBorders>
              <w:top w:val="nil"/>
            </w:tcBorders>
          </w:tcPr>
          <w:p w:rsidR="00E15CA7" w:rsidRDefault="00E15CA7">
            <w:pPr>
              <w:spacing w:before="40" w:after="40"/>
              <w:jc w:val="left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7"/>
                  <w:enabled/>
                  <w:calcOnExit w:val="0"/>
                  <w:helpText w:type="text" w:val="Geben Sie die Beschreibung des Ausbildungsinhaltes, d.h. der Tätigkeit ein."/>
                  <w:statusText w:type="text" w:val="Geben Sie die Beschreibung des Ausbildungsinhaltes, d.h. der Tätigkeit ein.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  <w:tc>
          <w:tcPr>
            <w:tcW w:w="1418" w:type="dxa"/>
            <w:tcBorders>
              <w:top w:val="nil"/>
            </w:tcBorders>
          </w:tcPr>
          <w:p w:rsidR="00E15CA7" w:rsidRDefault="00E15CA7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5"/>
                  <w:enabled/>
                  <w:calcOnExit w:val="0"/>
                  <w:helpText w:type="text" w:val="Geben Sie den Zeitbedarf für den Eintrag ein."/>
                  <w:statusText w:type="text" w:val="Geben Sie den Zeitbedarf für den Eintrag ein."/>
                  <w:textInput>
                    <w:type w:val="number"/>
                    <w:format w:val="0,00"/>
                  </w:textInput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</w:tr>
      <w:tr w:rsidR="00E15CA7">
        <w:tblPrEx>
          <w:tblBorders>
            <w:insideV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8505" w:type="dxa"/>
            <w:gridSpan w:val="6"/>
            <w:tcBorders>
              <w:top w:val="nil"/>
            </w:tcBorders>
          </w:tcPr>
          <w:p w:rsidR="00E15CA7" w:rsidRDefault="00E15CA7">
            <w:pPr>
              <w:spacing w:before="40" w:after="40"/>
              <w:jc w:val="left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7"/>
                  <w:enabled/>
                  <w:calcOnExit w:val="0"/>
                  <w:helpText w:type="text" w:val="Geben Sie die Beschreibung des Ausbildungsinhaltes, d.h. der Tätigkeit ein."/>
                  <w:statusText w:type="text" w:val="Geben Sie die Beschreibung des Ausbildungsinhaltes, d.h. der Tätigkeit ein.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  <w:tc>
          <w:tcPr>
            <w:tcW w:w="1418" w:type="dxa"/>
            <w:tcBorders>
              <w:top w:val="nil"/>
            </w:tcBorders>
          </w:tcPr>
          <w:p w:rsidR="00E15CA7" w:rsidRDefault="00E15CA7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5"/>
                  <w:enabled/>
                  <w:calcOnExit w:val="0"/>
                  <w:helpText w:type="text" w:val="Geben Sie den Zeitbedarf für den Eintrag ein."/>
                  <w:statusText w:type="text" w:val="Geben Sie den Zeitbedarf für den Eintrag ein."/>
                  <w:textInput>
                    <w:type w:val="number"/>
                    <w:format w:val="0,00"/>
                  </w:textInput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</w:tr>
      <w:tr w:rsidR="00E15CA7">
        <w:tblPrEx>
          <w:tblBorders>
            <w:insideV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8505" w:type="dxa"/>
            <w:gridSpan w:val="6"/>
            <w:tcBorders>
              <w:top w:val="nil"/>
            </w:tcBorders>
          </w:tcPr>
          <w:p w:rsidR="00E15CA7" w:rsidRDefault="00E15CA7">
            <w:pPr>
              <w:spacing w:before="40" w:after="40"/>
              <w:jc w:val="left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7"/>
                  <w:enabled/>
                  <w:calcOnExit w:val="0"/>
                  <w:helpText w:type="text" w:val="Geben Sie die Beschreibung des Ausbildungsinhaltes, d.h. der Tätigkeit ein."/>
                  <w:statusText w:type="text" w:val="Geben Sie die Beschreibung des Ausbildungsinhaltes, d.h. der Tätigkeit ein.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  <w:tc>
          <w:tcPr>
            <w:tcW w:w="1418" w:type="dxa"/>
            <w:tcBorders>
              <w:top w:val="nil"/>
            </w:tcBorders>
          </w:tcPr>
          <w:p w:rsidR="00E15CA7" w:rsidRDefault="00E15CA7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5"/>
                  <w:enabled/>
                  <w:calcOnExit w:val="0"/>
                  <w:helpText w:type="text" w:val="Geben Sie den Zeitbedarf für den Eintrag ein."/>
                  <w:statusText w:type="text" w:val="Geben Sie den Zeitbedarf für den Eintrag ein."/>
                  <w:textInput>
                    <w:type w:val="number"/>
                    <w:format w:val="0,00"/>
                  </w:textInput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</w:tr>
      <w:tr w:rsidR="00E15CA7">
        <w:tblPrEx>
          <w:tblBorders>
            <w:insideV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8505" w:type="dxa"/>
            <w:gridSpan w:val="6"/>
          </w:tcPr>
          <w:p w:rsidR="00E15CA7" w:rsidRDefault="00E15CA7">
            <w:pPr>
              <w:spacing w:before="40" w:after="40"/>
              <w:jc w:val="left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7"/>
                  <w:enabled/>
                  <w:calcOnExit w:val="0"/>
                  <w:helpText w:type="text" w:val="Geben Sie die Beschreibung des Ausbildungsinhaltes, d.h. der Tätigkeit ein."/>
                  <w:statusText w:type="text" w:val="Geben Sie die Beschreibung des Ausbildungsinhaltes, d.h. der Tätigkeit ein.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  <w:tc>
          <w:tcPr>
            <w:tcW w:w="1418" w:type="dxa"/>
          </w:tcPr>
          <w:p w:rsidR="00E15CA7" w:rsidRDefault="00E15CA7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5"/>
                  <w:enabled/>
                  <w:calcOnExit w:val="0"/>
                  <w:helpText w:type="text" w:val="Geben Sie den Zeitbedarf für den Eintrag ein."/>
                  <w:statusText w:type="text" w:val="Geben Sie den Zeitbedarf für den Eintrag ein."/>
                  <w:textInput>
                    <w:type w:val="number"/>
                    <w:format w:val="0,00"/>
                  </w:textInput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</w:tr>
      <w:tr w:rsidR="00E15CA7">
        <w:tblPrEx>
          <w:tblBorders>
            <w:insideV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8505" w:type="dxa"/>
            <w:gridSpan w:val="6"/>
          </w:tcPr>
          <w:p w:rsidR="00E15CA7" w:rsidRDefault="00E15CA7">
            <w:pPr>
              <w:spacing w:before="40" w:after="40"/>
              <w:jc w:val="left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7"/>
                  <w:enabled/>
                  <w:calcOnExit w:val="0"/>
                  <w:helpText w:type="text" w:val="Geben Sie die Beschreibung des Ausbildungsinhaltes, d.h. der Tätigkeit ein."/>
                  <w:statusText w:type="text" w:val="Geben Sie die Beschreibung des Ausbildungsinhaltes, d.h. der Tätigkeit ein.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  <w:tc>
          <w:tcPr>
            <w:tcW w:w="1418" w:type="dxa"/>
          </w:tcPr>
          <w:p w:rsidR="00E15CA7" w:rsidRDefault="00E15CA7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5"/>
                  <w:enabled/>
                  <w:calcOnExit w:val="0"/>
                  <w:helpText w:type="text" w:val="Geben Sie den Zeitbedarf für den Eintrag ein."/>
                  <w:statusText w:type="text" w:val="Geben Sie den Zeitbedarf für den Eintrag ein."/>
                  <w:textInput>
                    <w:type w:val="number"/>
                    <w:format w:val="0,00"/>
                  </w:textInput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</w:tr>
      <w:tr w:rsidR="00E15CA7">
        <w:tblPrEx>
          <w:tblBorders>
            <w:insideV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8505" w:type="dxa"/>
            <w:gridSpan w:val="6"/>
          </w:tcPr>
          <w:p w:rsidR="00E15CA7" w:rsidRDefault="00E15CA7">
            <w:pPr>
              <w:spacing w:before="40" w:after="40"/>
              <w:jc w:val="left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7"/>
                  <w:enabled/>
                  <w:calcOnExit w:val="0"/>
                  <w:helpText w:type="text" w:val="Geben Sie die Beschreibung des Ausbildungsinhaltes, d.h. der Tätigkeit ein."/>
                  <w:statusText w:type="text" w:val="Geben Sie die Beschreibung des Ausbildungsinhaltes, d.h. der Tätigkeit ein.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  <w:tc>
          <w:tcPr>
            <w:tcW w:w="1418" w:type="dxa"/>
          </w:tcPr>
          <w:p w:rsidR="00E15CA7" w:rsidRDefault="00E15CA7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5"/>
                  <w:enabled/>
                  <w:calcOnExit w:val="0"/>
                  <w:helpText w:type="text" w:val="Geben Sie den Zeitbedarf für den Eintrag ein."/>
                  <w:statusText w:type="text" w:val="Geben Sie den Zeitbedarf für den Eintrag ein."/>
                  <w:textInput>
                    <w:type w:val="number"/>
                    <w:format w:val="0,00"/>
                  </w:textInput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</w:tr>
      <w:tr w:rsidR="00E15CA7">
        <w:tblPrEx>
          <w:tblBorders>
            <w:insideV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8505" w:type="dxa"/>
            <w:gridSpan w:val="6"/>
            <w:tcBorders>
              <w:bottom w:val="nil"/>
            </w:tcBorders>
          </w:tcPr>
          <w:p w:rsidR="00E15CA7" w:rsidRDefault="00E15CA7">
            <w:pPr>
              <w:spacing w:before="40" w:after="40"/>
              <w:jc w:val="left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7"/>
                  <w:enabled/>
                  <w:calcOnExit w:val="0"/>
                  <w:helpText w:type="text" w:val="Geben Sie die Beschreibung des Ausbildungsinhaltes, d.h. der Tätigkeit ein."/>
                  <w:statusText w:type="text" w:val="Geben Sie die Beschreibung des Ausbildungsinhaltes, d.h. der Tätigkeit ein.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  <w:tc>
          <w:tcPr>
            <w:tcW w:w="1418" w:type="dxa"/>
            <w:tcBorders>
              <w:bottom w:val="nil"/>
            </w:tcBorders>
          </w:tcPr>
          <w:p w:rsidR="00E15CA7" w:rsidRDefault="00E15CA7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5"/>
                  <w:enabled/>
                  <w:calcOnExit w:val="0"/>
                  <w:helpText w:type="text" w:val="Geben Sie den Zeitbedarf für den Eintrag ein."/>
                  <w:statusText w:type="text" w:val="Geben Sie den Zeitbedarf für den Eintrag ein."/>
                  <w:textInput>
                    <w:type w:val="number"/>
                    <w:format w:val="0,00"/>
                  </w:textInput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</w:tr>
      <w:tr w:rsidR="00E15CA7">
        <w:tblPrEx>
          <w:tblBorders>
            <w:insideV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8505" w:type="dxa"/>
            <w:gridSpan w:val="6"/>
            <w:tcBorders>
              <w:top w:val="single" w:sz="12" w:space="0" w:color="auto"/>
              <w:bottom w:val="single" w:sz="6" w:space="0" w:color="auto"/>
            </w:tcBorders>
          </w:tcPr>
          <w:p w:rsidR="00E15CA7" w:rsidRDefault="00E15CA7">
            <w:pPr>
              <w:spacing w:before="40" w:after="40"/>
              <w:jc w:val="left"/>
              <w:rPr>
                <w:sz w:val="20"/>
              </w:rPr>
            </w:pPr>
            <w:r>
              <w:rPr>
                <w:b/>
                <w:sz w:val="20"/>
              </w:rPr>
              <w:t>Donnerstag</w:t>
            </w:r>
            <w:r w:rsidR="00196A95">
              <w:rPr>
                <w:b/>
                <w:sz w:val="20"/>
              </w:rPr>
              <w:t>: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6" w:space="0" w:color="auto"/>
            </w:tcBorders>
          </w:tcPr>
          <w:p w:rsidR="00E15CA7" w:rsidRDefault="00E15CA7">
            <w:pPr>
              <w:spacing w:before="40" w:after="40"/>
              <w:jc w:val="center"/>
              <w:rPr>
                <w:sz w:val="20"/>
              </w:rPr>
            </w:pPr>
          </w:p>
        </w:tc>
      </w:tr>
      <w:tr w:rsidR="00E15CA7">
        <w:tblPrEx>
          <w:tblBorders>
            <w:insideV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8505" w:type="dxa"/>
            <w:gridSpan w:val="6"/>
            <w:tcBorders>
              <w:top w:val="nil"/>
            </w:tcBorders>
          </w:tcPr>
          <w:p w:rsidR="00E15CA7" w:rsidRDefault="00E15CA7">
            <w:pPr>
              <w:spacing w:before="40" w:after="40"/>
              <w:jc w:val="left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7"/>
                  <w:enabled/>
                  <w:calcOnExit w:val="0"/>
                  <w:helpText w:type="text" w:val="Geben Sie die Beschreibung des Ausbildungsinhaltes, d.h. der Tätigkeit ein."/>
                  <w:statusText w:type="text" w:val="Geben Sie die Beschreibung des Ausbildungsinhaltes, d.h. der Tätigkeit ein.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  <w:tc>
          <w:tcPr>
            <w:tcW w:w="1418" w:type="dxa"/>
            <w:tcBorders>
              <w:top w:val="nil"/>
            </w:tcBorders>
          </w:tcPr>
          <w:p w:rsidR="00E15CA7" w:rsidRDefault="00E15CA7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5"/>
                  <w:enabled/>
                  <w:calcOnExit w:val="0"/>
                  <w:helpText w:type="text" w:val="Geben Sie den Zeitbedarf für den Eintrag ein."/>
                  <w:statusText w:type="text" w:val="Geben Sie den Zeitbedarf für den Eintrag ein."/>
                  <w:textInput>
                    <w:type w:val="number"/>
                    <w:format w:val="0,00"/>
                  </w:textInput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</w:tr>
      <w:tr w:rsidR="00E15CA7">
        <w:tblPrEx>
          <w:tblBorders>
            <w:insideV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8505" w:type="dxa"/>
            <w:gridSpan w:val="6"/>
          </w:tcPr>
          <w:p w:rsidR="00E15CA7" w:rsidRDefault="00E15CA7">
            <w:pPr>
              <w:spacing w:before="40" w:after="40"/>
              <w:jc w:val="left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7"/>
                  <w:enabled/>
                  <w:calcOnExit w:val="0"/>
                  <w:helpText w:type="text" w:val="Geben Sie die Beschreibung des Ausbildungsinhaltes, d.h. der Tätigkeit ein."/>
                  <w:statusText w:type="text" w:val="Geben Sie die Beschreibung des Ausbildungsinhaltes, d.h. der Tätigkeit ein.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  <w:tc>
          <w:tcPr>
            <w:tcW w:w="1418" w:type="dxa"/>
          </w:tcPr>
          <w:p w:rsidR="00E15CA7" w:rsidRDefault="00E15CA7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5"/>
                  <w:enabled/>
                  <w:calcOnExit w:val="0"/>
                  <w:helpText w:type="text" w:val="Geben Sie den Zeitbedarf für den Eintrag ein."/>
                  <w:statusText w:type="text" w:val="Geben Sie den Zeitbedarf für den Eintrag ein."/>
                  <w:textInput>
                    <w:type w:val="number"/>
                    <w:format w:val="0,00"/>
                  </w:textInput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</w:tr>
      <w:tr w:rsidR="00E15CA7">
        <w:tblPrEx>
          <w:tblBorders>
            <w:insideV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8505" w:type="dxa"/>
            <w:gridSpan w:val="6"/>
          </w:tcPr>
          <w:p w:rsidR="00E15CA7" w:rsidRDefault="00E15CA7">
            <w:pPr>
              <w:spacing w:before="40" w:after="40"/>
              <w:jc w:val="left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7"/>
                  <w:enabled/>
                  <w:calcOnExit w:val="0"/>
                  <w:helpText w:type="text" w:val="Geben Sie die Beschreibung des Ausbildungsinhaltes, d.h. der Tätigkeit ein."/>
                  <w:statusText w:type="text" w:val="Geben Sie die Beschreibung des Ausbildungsinhaltes, d.h. der Tätigkeit ein.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  <w:tc>
          <w:tcPr>
            <w:tcW w:w="1418" w:type="dxa"/>
          </w:tcPr>
          <w:p w:rsidR="00E15CA7" w:rsidRDefault="00E15CA7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5"/>
                  <w:enabled/>
                  <w:calcOnExit w:val="0"/>
                  <w:helpText w:type="text" w:val="Geben Sie den Zeitbedarf für den Eintrag ein."/>
                  <w:statusText w:type="text" w:val="Geben Sie den Zeitbedarf für den Eintrag ein."/>
                  <w:textInput>
                    <w:type w:val="number"/>
                    <w:format w:val="0,00"/>
                  </w:textInput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</w:tr>
      <w:tr w:rsidR="00E15CA7">
        <w:tblPrEx>
          <w:tblBorders>
            <w:insideV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8505" w:type="dxa"/>
            <w:gridSpan w:val="6"/>
          </w:tcPr>
          <w:p w:rsidR="00E15CA7" w:rsidRDefault="00E15CA7">
            <w:pPr>
              <w:spacing w:before="40" w:after="40"/>
              <w:jc w:val="left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7"/>
                  <w:enabled/>
                  <w:calcOnExit w:val="0"/>
                  <w:helpText w:type="text" w:val="Geben Sie die Beschreibung des Ausbildungsinhaltes, d.h. der Tätigkeit ein."/>
                  <w:statusText w:type="text" w:val="Geben Sie die Beschreibung des Ausbildungsinhaltes, d.h. der Tätigkeit ein.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  <w:tc>
          <w:tcPr>
            <w:tcW w:w="1418" w:type="dxa"/>
          </w:tcPr>
          <w:p w:rsidR="00E15CA7" w:rsidRDefault="00E15CA7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5"/>
                  <w:enabled/>
                  <w:calcOnExit w:val="0"/>
                  <w:helpText w:type="text" w:val="Geben Sie den Zeitbedarf für den Eintrag ein."/>
                  <w:statusText w:type="text" w:val="Geben Sie den Zeitbedarf für den Eintrag ein."/>
                  <w:textInput>
                    <w:type w:val="number"/>
                    <w:format w:val="0,00"/>
                  </w:textInput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</w:tr>
      <w:tr w:rsidR="00E15CA7">
        <w:tblPrEx>
          <w:tblBorders>
            <w:insideV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8505" w:type="dxa"/>
            <w:gridSpan w:val="6"/>
          </w:tcPr>
          <w:p w:rsidR="00E15CA7" w:rsidRDefault="00E15CA7">
            <w:pPr>
              <w:spacing w:before="40" w:after="40"/>
              <w:jc w:val="left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7"/>
                  <w:enabled/>
                  <w:calcOnExit w:val="0"/>
                  <w:helpText w:type="text" w:val="Geben Sie die Beschreibung des Ausbildungsinhaltes, d.h. der Tätigkeit ein."/>
                  <w:statusText w:type="text" w:val="Geben Sie die Beschreibung des Ausbildungsinhaltes, d.h. der Tätigkeit ein.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  <w:tc>
          <w:tcPr>
            <w:tcW w:w="1418" w:type="dxa"/>
          </w:tcPr>
          <w:p w:rsidR="00E15CA7" w:rsidRDefault="00E15CA7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5"/>
                  <w:enabled/>
                  <w:calcOnExit w:val="0"/>
                  <w:helpText w:type="text" w:val="Geben Sie den Zeitbedarf für den Eintrag ein."/>
                  <w:statusText w:type="text" w:val="Geben Sie den Zeitbedarf für den Eintrag ein."/>
                  <w:textInput>
                    <w:type w:val="number"/>
                    <w:format w:val="0,00"/>
                  </w:textInput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</w:tr>
      <w:tr w:rsidR="00E15CA7">
        <w:tblPrEx>
          <w:tblBorders>
            <w:insideV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8505" w:type="dxa"/>
            <w:gridSpan w:val="6"/>
          </w:tcPr>
          <w:p w:rsidR="00E15CA7" w:rsidRDefault="00E15CA7">
            <w:pPr>
              <w:spacing w:before="40" w:after="40"/>
              <w:jc w:val="left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7"/>
                  <w:enabled/>
                  <w:calcOnExit w:val="0"/>
                  <w:helpText w:type="text" w:val="Geben Sie die Beschreibung des Ausbildungsinhaltes, d.h. der Tätigkeit ein."/>
                  <w:statusText w:type="text" w:val="Geben Sie die Beschreibung des Ausbildungsinhaltes, d.h. der Tätigkeit ein.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  <w:tc>
          <w:tcPr>
            <w:tcW w:w="1418" w:type="dxa"/>
          </w:tcPr>
          <w:p w:rsidR="00E15CA7" w:rsidRDefault="00E15CA7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5"/>
                  <w:enabled/>
                  <w:calcOnExit w:val="0"/>
                  <w:helpText w:type="text" w:val="Geben Sie den Zeitbedarf für den Eintrag ein."/>
                  <w:statusText w:type="text" w:val="Geben Sie den Zeitbedarf für den Eintrag ein."/>
                  <w:textInput>
                    <w:type w:val="number"/>
                    <w:format w:val="0,00"/>
                  </w:textInput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</w:tr>
      <w:tr w:rsidR="00E15CA7">
        <w:tblPrEx>
          <w:tblBorders>
            <w:insideV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8505" w:type="dxa"/>
            <w:gridSpan w:val="6"/>
            <w:tcBorders>
              <w:bottom w:val="nil"/>
            </w:tcBorders>
          </w:tcPr>
          <w:p w:rsidR="00E15CA7" w:rsidRDefault="00E15CA7">
            <w:pPr>
              <w:spacing w:before="40" w:after="40"/>
              <w:jc w:val="left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7"/>
                  <w:enabled/>
                  <w:calcOnExit w:val="0"/>
                  <w:helpText w:type="text" w:val="Geben Sie die Beschreibung des Ausbildungsinhaltes, d.h. der Tätigkeit ein."/>
                  <w:statusText w:type="text" w:val="Geben Sie die Beschreibung des Ausbildungsinhaltes, d.h. der Tätigkeit ein.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  <w:tc>
          <w:tcPr>
            <w:tcW w:w="1418" w:type="dxa"/>
            <w:tcBorders>
              <w:bottom w:val="nil"/>
            </w:tcBorders>
          </w:tcPr>
          <w:p w:rsidR="00E15CA7" w:rsidRDefault="00E15CA7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5"/>
                  <w:enabled/>
                  <w:calcOnExit w:val="0"/>
                  <w:helpText w:type="text" w:val="Geben Sie den Zeitbedarf für den Eintrag ein."/>
                  <w:statusText w:type="text" w:val="Geben Sie den Zeitbedarf für den Eintrag ein."/>
                  <w:textInput>
                    <w:type w:val="number"/>
                    <w:format w:val="0,00"/>
                  </w:textInput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</w:tr>
      <w:tr w:rsidR="00E15CA7">
        <w:tblPrEx>
          <w:tblBorders>
            <w:insideV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8505" w:type="dxa"/>
            <w:gridSpan w:val="6"/>
            <w:tcBorders>
              <w:top w:val="single" w:sz="12" w:space="0" w:color="auto"/>
              <w:bottom w:val="single" w:sz="6" w:space="0" w:color="auto"/>
            </w:tcBorders>
          </w:tcPr>
          <w:p w:rsidR="00E15CA7" w:rsidRDefault="00E15CA7">
            <w:pPr>
              <w:spacing w:before="40" w:after="40"/>
              <w:jc w:val="left"/>
              <w:rPr>
                <w:sz w:val="20"/>
              </w:rPr>
            </w:pPr>
            <w:r>
              <w:rPr>
                <w:b/>
                <w:sz w:val="20"/>
              </w:rPr>
              <w:t>Freitag</w:t>
            </w:r>
            <w:r w:rsidR="00196A95">
              <w:rPr>
                <w:b/>
                <w:sz w:val="20"/>
              </w:rPr>
              <w:t>: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6" w:space="0" w:color="auto"/>
            </w:tcBorders>
          </w:tcPr>
          <w:p w:rsidR="00E15CA7" w:rsidRDefault="00E15CA7">
            <w:pPr>
              <w:spacing w:before="40" w:after="40"/>
              <w:jc w:val="center"/>
              <w:rPr>
                <w:sz w:val="20"/>
              </w:rPr>
            </w:pPr>
          </w:p>
        </w:tc>
      </w:tr>
      <w:tr w:rsidR="00E15CA7">
        <w:tblPrEx>
          <w:tblBorders>
            <w:insideV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8505" w:type="dxa"/>
            <w:gridSpan w:val="6"/>
            <w:tcBorders>
              <w:top w:val="nil"/>
            </w:tcBorders>
          </w:tcPr>
          <w:p w:rsidR="00E15CA7" w:rsidRDefault="00E15CA7">
            <w:pPr>
              <w:spacing w:before="40" w:after="40"/>
              <w:jc w:val="left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7"/>
                  <w:enabled/>
                  <w:calcOnExit w:val="0"/>
                  <w:helpText w:type="text" w:val="Geben Sie die Beschreibung des Ausbildungsinhaltes, d.h. der Tätigkeit ein."/>
                  <w:statusText w:type="text" w:val="Geben Sie die Beschreibung des Ausbildungsinhaltes, d.h. der Tätigkeit ein.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  <w:tc>
          <w:tcPr>
            <w:tcW w:w="1418" w:type="dxa"/>
            <w:tcBorders>
              <w:top w:val="nil"/>
            </w:tcBorders>
          </w:tcPr>
          <w:p w:rsidR="00E15CA7" w:rsidRDefault="00E15CA7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5"/>
                  <w:enabled/>
                  <w:calcOnExit w:val="0"/>
                  <w:helpText w:type="text" w:val="Geben Sie den Zeitbedarf für den Eintrag ein."/>
                  <w:statusText w:type="text" w:val="Geben Sie den Zeitbedarf für den Eintrag ein."/>
                  <w:textInput>
                    <w:type w:val="number"/>
                    <w:format w:val="0,00"/>
                  </w:textInput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</w:tr>
      <w:tr w:rsidR="00E15CA7">
        <w:tblPrEx>
          <w:tblBorders>
            <w:insideV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8505" w:type="dxa"/>
            <w:gridSpan w:val="6"/>
            <w:tcBorders>
              <w:top w:val="nil"/>
            </w:tcBorders>
          </w:tcPr>
          <w:p w:rsidR="00E15CA7" w:rsidRDefault="00E15CA7">
            <w:pPr>
              <w:spacing w:before="40" w:after="40"/>
              <w:jc w:val="left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7"/>
                  <w:enabled/>
                  <w:calcOnExit w:val="0"/>
                  <w:helpText w:type="text" w:val="Geben Sie die Beschreibung des Ausbildungsinhaltes, d.h. der Tätigkeit ein."/>
                  <w:statusText w:type="text" w:val="Geben Sie die Beschreibung des Ausbildungsinhaltes, d.h. der Tätigkeit ein.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  <w:tc>
          <w:tcPr>
            <w:tcW w:w="1418" w:type="dxa"/>
            <w:tcBorders>
              <w:top w:val="nil"/>
            </w:tcBorders>
          </w:tcPr>
          <w:p w:rsidR="00E15CA7" w:rsidRDefault="00E15CA7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5"/>
                  <w:enabled/>
                  <w:calcOnExit w:val="0"/>
                  <w:helpText w:type="text" w:val="Geben Sie den Zeitbedarf für den Eintrag ein."/>
                  <w:statusText w:type="text" w:val="Geben Sie den Zeitbedarf für den Eintrag ein."/>
                  <w:textInput>
                    <w:type w:val="number"/>
                    <w:format w:val="0,00"/>
                  </w:textInput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</w:tr>
      <w:tr w:rsidR="00E15CA7">
        <w:tblPrEx>
          <w:tblBorders>
            <w:insideV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8505" w:type="dxa"/>
            <w:gridSpan w:val="6"/>
            <w:tcBorders>
              <w:top w:val="nil"/>
            </w:tcBorders>
          </w:tcPr>
          <w:p w:rsidR="00E15CA7" w:rsidRDefault="00E15CA7">
            <w:pPr>
              <w:spacing w:before="40" w:after="40"/>
              <w:jc w:val="left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7"/>
                  <w:enabled/>
                  <w:calcOnExit w:val="0"/>
                  <w:helpText w:type="text" w:val="Geben Sie die Beschreibung des Ausbildungsinhaltes, d.h. der Tätigkeit ein."/>
                  <w:statusText w:type="text" w:val="Geben Sie die Beschreibung des Ausbildungsinhaltes, d.h. der Tätigkeit ein.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  <w:tc>
          <w:tcPr>
            <w:tcW w:w="1418" w:type="dxa"/>
            <w:tcBorders>
              <w:top w:val="nil"/>
            </w:tcBorders>
          </w:tcPr>
          <w:p w:rsidR="00E15CA7" w:rsidRDefault="00E15CA7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5"/>
                  <w:enabled/>
                  <w:calcOnExit w:val="0"/>
                  <w:helpText w:type="text" w:val="Geben Sie den Zeitbedarf für den Eintrag ein."/>
                  <w:statusText w:type="text" w:val="Geben Sie den Zeitbedarf für den Eintrag ein."/>
                  <w:textInput>
                    <w:type w:val="number"/>
                    <w:format w:val="0,00"/>
                  </w:textInput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</w:tr>
      <w:tr w:rsidR="00E15CA7">
        <w:tblPrEx>
          <w:tblBorders>
            <w:insideV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8505" w:type="dxa"/>
            <w:gridSpan w:val="6"/>
          </w:tcPr>
          <w:p w:rsidR="00E15CA7" w:rsidRDefault="00E15CA7">
            <w:pPr>
              <w:spacing w:before="40" w:after="40"/>
              <w:jc w:val="left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7"/>
                  <w:enabled/>
                  <w:calcOnExit w:val="0"/>
                  <w:helpText w:type="text" w:val="Geben Sie die Beschreibung des Ausbildungsinhaltes, d.h. der Tätigkeit ein."/>
                  <w:statusText w:type="text" w:val="Geben Sie die Beschreibung des Ausbildungsinhaltes, d.h. der Tätigkeit ein.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  <w:tc>
          <w:tcPr>
            <w:tcW w:w="1418" w:type="dxa"/>
          </w:tcPr>
          <w:p w:rsidR="00E15CA7" w:rsidRDefault="00E15CA7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5"/>
                  <w:enabled/>
                  <w:calcOnExit w:val="0"/>
                  <w:helpText w:type="text" w:val="Geben Sie den Zeitbedarf für den Eintrag ein."/>
                  <w:statusText w:type="text" w:val="Geben Sie den Zeitbedarf für den Eintrag ein."/>
                  <w:textInput>
                    <w:type w:val="number"/>
                    <w:format w:val="0,00"/>
                  </w:textInput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</w:tr>
      <w:tr w:rsidR="00E15CA7">
        <w:tblPrEx>
          <w:tblBorders>
            <w:insideV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8505" w:type="dxa"/>
            <w:gridSpan w:val="6"/>
          </w:tcPr>
          <w:p w:rsidR="00E15CA7" w:rsidRDefault="00E15CA7">
            <w:pPr>
              <w:spacing w:before="40" w:after="40"/>
              <w:jc w:val="left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7"/>
                  <w:enabled/>
                  <w:calcOnExit w:val="0"/>
                  <w:helpText w:type="text" w:val="Geben Sie die Beschreibung des Ausbildungsinhaltes, d.h. der Tätigkeit ein."/>
                  <w:statusText w:type="text" w:val="Geben Sie die Beschreibung des Ausbildungsinhaltes, d.h. der Tätigkeit ein.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  <w:tc>
          <w:tcPr>
            <w:tcW w:w="1418" w:type="dxa"/>
          </w:tcPr>
          <w:p w:rsidR="00E15CA7" w:rsidRDefault="00E15CA7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5"/>
                  <w:enabled/>
                  <w:calcOnExit w:val="0"/>
                  <w:helpText w:type="text" w:val="Geben Sie den Zeitbedarf für den Eintrag ein."/>
                  <w:statusText w:type="text" w:val="Geben Sie den Zeitbedarf für den Eintrag ein."/>
                  <w:textInput>
                    <w:type w:val="number"/>
                    <w:format w:val="0,00"/>
                  </w:textInput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</w:tr>
      <w:tr w:rsidR="00E15CA7">
        <w:tblPrEx>
          <w:tblBorders>
            <w:insideV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8505" w:type="dxa"/>
            <w:gridSpan w:val="6"/>
          </w:tcPr>
          <w:p w:rsidR="00E15CA7" w:rsidRDefault="00E15CA7">
            <w:pPr>
              <w:spacing w:before="40" w:after="40"/>
              <w:jc w:val="left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7"/>
                  <w:enabled/>
                  <w:calcOnExit w:val="0"/>
                  <w:helpText w:type="text" w:val="Geben Sie die Beschreibung des Ausbildungsinhaltes, d.h. der Tätigkeit ein."/>
                  <w:statusText w:type="text" w:val="Geben Sie die Beschreibung des Ausbildungsinhaltes, d.h. der Tätigkeit ein.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  <w:tc>
          <w:tcPr>
            <w:tcW w:w="1418" w:type="dxa"/>
          </w:tcPr>
          <w:p w:rsidR="00E15CA7" w:rsidRDefault="00E15CA7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5"/>
                  <w:enabled/>
                  <w:calcOnExit w:val="0"/>
                  <w:helpText w:type="text" w:val="Geben Sie den Zeitbedarf für den Eintrag ein."/>
                  <w:statusText w:type="text" w:val="Geben Sie den Zeitbedarf für den Eintrag ein."/>
                  <w:textInput>
                    <w:type w:val="number"/>
                    <w:format w:val="0,00"/>
                  </w:textInput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</w:tr>
      <w:tr w:rsidR="00E15CA7">
        <w:tblPrEx>
          <w:tblBorders>
            <w:insideV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8505" w:type="dxa"/>
            <w:gridSpan w:val="6"/>
          </w:tcPr>
          <w:p w:rsidR="00E15CA7" w:rsidRDefault="00E15CA7">
            <w:pPr>
              <w:spacing w:before="40" w:after="40"/>
              <w:jc w:val="left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7"/>
                  <w:enabled/>
                  <w:calcOnExit w:val="0"/>
                  <w:helpText w:type="text" w:val="Geben Sie die Beschreibung des Ausbildungsinhaltes, d.h. der Tätigkeit ein."/>
                  <w:statusText w:type="text" w:val="Geben Sie die Beschreibung des Ausbildungsinhaltes, d.h. der Tätigkeit ein."/>
                  <w:textInput/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  <w:tc>
          <w:tcPr>
            <w:tcW w:w="1418" w:type="dxa"/>
          </w:tcPr>
          <w:p w:rsidR="00E15CA7" w:rsidRDefault="00E15CA7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5"/>
                  <w:enabled/>
                  <w:calcOnExit w:val="0"/>
                  <w:helpText w:type="text" w:val="Geben Sie den Zeitbedarf für den Eintrag ein."/>
                  <w:statusText w:type="text" w:val="Geben Sie den Zeitbedarf für den Eintrag ein."/>
                  <w:textInput>
                    <w:type w:val="number"/>
                    <w:format w:val="0,00"/>
                  </w:textInput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 w:rsidR="005040CE"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</w:tc>
      </w:tr>
      <w:tr w:rsidR="00E15CA7">
        <w:tblPrEx>
          <w:tblCellMar>
            <w:top w:w="0" w:type="dxa"/>
            <w:bottom w:w="0" w:type="dxa"/>
          </w:tblCellMar>
        </w:tblPrEx>
        <w:tc>
          <w:tcPr>
            <w:tcW w:w="4253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:rsidR="00E15CA7" w:rsidRDefault="00E15CA7">
            <w:pPr>
              <w:tabs>
                <w:tab w:val="left" w:leader="underscore" w:pos="3686"/>
              </w:tabs>
              <w:spacing w:before="120" w:after="100"/>
              <w:ind w:left="57"/>
              <w:jc w:val="left"/>
              <w:rPr>
                <w:sz w:val="16"/>
              </w:rPr>
            </w:pPr>
            <w:r>
              <w:rPr>
                <w:sz w:val="16"/>
              </w:rPr>
              <w:t xml:space="preserve">Datum und Unterschrift </w:t>
            </w:r>
            <w:r w:rsidR="00196A95">
              <w:rPr>
                <w:sz w:val="16"/>
              </w:rPr>
              <w:t>Betreuer</w:t>
            </w:r>
            <w:r>
              <w:rPr>
                <w:sz w:val="16"/>
              </w:rPr>
              <w:t>/</w:t>
            </w:r>
            <w:r w:rsidR="00196A95">
              <w:rPr>
                <w:sz w:val="16"/>
              </w:rPr>
              <w:t xml:space="preserve">-in </w:t>
            </w:r>
            <w:r>
              <w:rPr>
                <w:sz w:val="16"/>
              </w:rPr>
              <w:t>Ausbilder</w:t>
            </w:r>
            <w:r w:rsidR="00196A95">
              <w:rPr>
                <w:sz w:val="16"/>
              </w:rPr>
              <w:t>/-in</w:t>
            </w:r>
            <w:r>
              <w:rPr>
                <w:sz w:val="16"/>
              </w:rPr>
              <w:t>:</w:t>
            </w:r>
          </w:p>
          <w:p w:rsidR="00E15CA7" w:rsidRDefault="00E15CA7">
            <w:pPr>
              <w:tabs>
                <w:tab w:val="left" w:leader="underscore" w:pos="3969"/>
              </w:tabs>
              <w:spacing w:after="60"/>
              <w:jc w:val="left"/>
            </w:pPr>
            <w:r>
              <w:rPr>
                <w:sz w:val="16"/>
              </w:rPr>
              <w:tab/>
            </w:r>
          </w:p>
        </w:tc>
        <w:tc>
          <w:tcPr>
            <w:tcW w:w="4253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:rsidR="00E15CA7" w:rsidRDefault="00E15CA7">
            <w:pPr>
              <w:spacing w:before="120" w:after="120"/>
              <w:ind w:left="57"/>
              <w:jc w:val="left"/>
              <w:rPr>
                <w:sz w:val="16"/>
              </w:rPr>
            </w:pPr>
            <w:r>
              <w:rPr>
                <w:sz w:val="16"/>
              </w:rPr>
              <w:t xml:space="preserve">Datum und Unterschrift </w:t>
            </w:r>
            <w:r w:rsidR="008D29F5">
              <w:rPr>
                <w:sz w:val="16"/>
              </w:rPr>
              <w:t>der/</w:t>
            </w:r>
            <w:r w:rsidR="00196A95">
              <w:rPr>
                <w:sz w:val="16"/>
              </w:rPr>
              <w:t xml:space="preserve">des </w:t>
            </w:r>
            <w:r>
              <w:rPr>
                <w:sz w:val="16"/>
              </w:rPr>
              <w:t>Auszubildende</w:t>
            </w:r>
            <w:r w:rsidR="00196A95">
              <w:rPr>
                <w:sz w:val="16"/>
              </w:rPr>
              <w:t>n</w:t>
            </w:r>
            <w:r>
              <w:rPr>
                <w:sz w:val="16"/>
              </w:rPr>
              <w:t>:</w:t>
            </w:r>
          </w:p>
          <w:p w:rsidR="00E15CA7" w:rsidRDefault="00E15CA7">
            <w:pPr>
              <w:tabs>
                <w:tab w:val="left" w:leader="underscore" w:pos="3969"/>
              </w:tabs>
              <w:spacing w:after="60"/>
              <w:ind w:left="57"/>
              <w:jc w:val="left"/>
            </w:pPr>
            <w:r>
              <w:rPr>
                <w:sz w:val="20"/>
              </w:rPr>
              <w:tab/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</w:tcPr>
          <w:p w:rsidR="00E15CA7" w:rsidRDefault="00E15CA7">
            <w:pPr>
              <w:spacing w:before="120" w:after="120"/>
              <w:jc w:val="center"/>
            </w:pPr>
            <w:r>
              <w:rPr>
                <w:sz w:val="16"/>
              </w:rPr>
              <w:t>Gesamtstunden:</w:t>
            </w:r>
            <w:r>
              <w:rPr>
                <w:sz w:val="16"/>
              </w:rPr>
              <w:br/>
            </w:r>
          </w:p>
        </w:tc>
      </w:tr>
    </w:tbl>
    <w:p w:rsidR="00E15CA7" w:rsidRDefault="00E15CA7">
      <w:pPr>
        <w:jc w:val="left"/>
        <w:rPr>
          <w:sz w:val="16"/>
        </w:rPr>
      </w:pPr>
    </w:p>
    <w:sectPr w:rsidR="00E15CA7" w:rsidSect="005040CE">
      <w:pgSz w:w="11907" w:h="16840"/>
      <w:pgMar w:top="454" w:right="1418" w:bottom="454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intFractionalCharacterWidth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compat>
    <w:printColBlack/>
    <w:showBreaksInFrames/>
    <w:suppressSpBfAfterPgBrk/>
    <w:swapBordersFacingPages/>
    <w:convMailMergeEsc/>
    <w:doNotSuppressParagraphBorder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15CA7"/>
    <w:rsid w:val="00196A95"/>
    <w:rsid w:val="00367E37"/>
    <w:rsid w:val="004C7129"/>
    <w:rsid w:val="005040CE"/>
    <w:rsid w:val="006C574C"/>
    <w:rsid w:val="008D29F5"/>
    <w:rsid w:val="00A85F20"/>
    <w:rsid w:val="00AD113E"/>
    <w:rsid w:val="00B7511F"/>
    <w:rsid w:val="00E15CA7"/>
    <w:rsid w:val="00F6620D"/>
    <w:rsid w:val="00FB0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pPr>
      <w:jc w:val="both"/>
    </w:pPr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b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b/>
    </w:rPr>
  </w:style>
  <w:style w:type="paragraph" w:styleId="berschrift3">
    <w:name w:val="heading 3"/>
    <w:basedOn w:val="Standard"/>
    <w:next w:val="Standardeinzug"/>
    <w:qFormat/>
    <w:pPr>
      <w:ind w:left="354"/>
      <w:outlineLvl w:val="2"/>
    </w:pPr>
    <w:rPr>
      <w:b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Sprechblasentext">
    <w:name w:val="Balloon Text"/>
    <w:basedOn w:val="Standard"/>
    <w:semiHidden/>
    <w:rsid w:val="00E15CA7"/>
    <w:rPr>
      <w:rFonts w:ascii="Tahoma" w:hAnsi="Tahoma" w:cs="Tahoma"/>
      <w:sz w:val="16"/>
      <w:szCs w:val="16"/>
    </w:rPr>
  </w:style>
  <w:style w:type="paragraph" w:styleId="Standardeinzug">
    <w:name w:val="Normal Indent"/>
    <w:basedOn w:val="Standard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TCR_Personal\ALLE%20MITARBEITER\Striedl\Formular%20Berichtsheft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Formular Berichtsheft</Template>
  <TotalTime>0</TotalTime>
  <Pages>1</Pages>
  <Words>98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Vorlage für Berichtsheft</vt:lpstr>
    </vt:vector>
  </TitlesOfParts>
  <Company>ABB</Company>
  <LinksUpToDate>false</LinksUpToDate>
  <CharactersWithSpaces>1785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Vorlage für Berichtsheft</dc:title>
  <dc:subject>Ausbildungsnachweis</dc:subject>
  <dc:creator>DEU108865</dc:creator>
  <cp:keywords/>
  <cp:lastModifiedBy>Klein</cp:lastModifiedBy>
  <cp:revision>2</cp:revision>
  <cp:lastPrinted>2009-09-04T08:37:00Z</cp:lastPrinted>
  <dcterms:created xsi:type="dcterms:W3CDTF">2017-11-23T13:06:00Z</dcterms:created>
  <dcterms:modified xsi:type="dcterms:W3CDTF">2017-11-23T13:06:00Z</dcterms:modified>
</cp:coreProperties>
</file>